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17" w:rsidRDefault="001B3B07">
      <w:pPr>
        <w:pStyle w:val="Standard"/>
        <w:rPr>
          <w:b/>
          <w:bCs/>
        </w:rPr>
      </w:pPr>
      <w:proofErr w:type="spellStart"/>
      <w:r>
        <w:rPr>
          <w:b/>
          <w:bCs/>
        </w:rPr>
        <w:t>Name_____________________________________Date</w:t>
      </w:r>
      <w:proofErr w:type="spellEnd"/>
      <w:r>
        <w:rPr>
          <w:b/>
          <w:bCs/>
        </w:rPr>
        <w:t>____________ Room________ Grade_____</w:t>
      </w:r>
    </w:p>
    <w:p w:rsidR="00D55C17" w:rsidRDefault="00D55C17">
      <w:pPr>
        <w:pStyle w:val="Standard"/>
        <w:rPr>
          <w:b/>
          <w:bCs/>
        </w:rPr>
      </w:pPr>
    </w:p>
    <w:p w:rsidR="00D55C17" w:rsidRDefault="001B3B07">
      <w:pPr>
        <w:pStyle w:val="Standard"/>
        <w:rPr>
          <w:b/>
          <w:bCs/>
        </w:rPr>
      </w:pPr>
      <w:r>
        <w:rPr>
          <w:b/>
          <w:bCs/>
        </w:rPr>
        <w:t>Brain Parts Worksheet</w:t>
      </w:r>
    </w:p>
    <w:p w:rsidR="00D55C17" w:rsidRDefault="00D55C17">
      <w:pPr>
        <w:pStyle w:val="Standard"/>
      </w:pPr>
    </w:p>
    <w:p w:rsidR="00D55C17" w:rsidRDefault="001B3B07">
      <w:pPr>
        <w:pStyle w:val="Standard"/>
      </w:pPr>
      <w:r>
        <w:t>Use the word bank to complete the sentences.</w:t>
      </w:r>
    </w:p>
    <w:p w:rsidR="00D55C17" w:rsidRDefault="00D55C17">
      <w:pPr>
        <w:pStyle w:val="Standard"/>
      </w:pPr>
    </w:p>
    <w:p w:rsidR="00D55C17" w:rsidRDefault="001B3B07">
      <w:pPr>
        <w:pStyle w:val="Standard"/>
      </w:pPr>
      <w:proofErr w:type="gramStart"/>
      <w:r>
        <w:t>brain</w:t>
      </w:r>
      <w:proofErr w:type="gramEnd"/>
      <w:r>
        <w:t xml:space="preserve"> stem, cerebellum, four, </w:t>
      </w:r>
      <w:r>
        <w:t>frontal, occipital, parietal, temporal</w:t>
      </w:r>
    </w:p>
    <w:p w:rsidR="00D55C17" w:rsidRDefault="00D55C17">
      <w:pPr>
        <w:pStyle w:val="Standard"/>
      </w:pPr>
    </w:p>
    <w:p w:rsidR="00D55C17" w:rsidRDefault="001B3B07">
      <w:pPr>
        <w:pStyle w:val="Standard"/>
      </w:pPr>
      <w:r>
        <w:t>Cerebral Cortex has _________________________________________ main lobes.</w:t>
      </w:r>
    </w:p>
    <w:p w:rsidR="00D55C17" w:rsidRDefault="001B3B07">
      <w:pPr>
        <w:pStyle w:val="Standard"/>
      </w:pPr>
      <w:r>
        <w:t>____________________________ does the thinking.</w:t>
      </w:r>
    </w:p>
    <w:p w:rsidR="00D55C17" w:rsidRDefault="001B3B07">
      <w:pPr>
        <w:pStyle w:val="Standard"/>
      </w:pPr>
      <w:r>
        <w:t>____________________________ deals with vision.</w:t>
      </w:r>
    </w:p>
    <w:p w:rsidR="00D55C17" w:rsidRDefault="001B3B07">
      <w:pPr>
        <w:pStyle w:val="Standard"/>
      </w:pPr>
      <w:r>
        <w:t>___________________________</w:t>
      </w:r>
      <w:proofErr w:type="gramStart"/>
      <w:r>
        <w:t>_  senses</w:t>
      </w:r>
      <w:proofErr w:type="gramEnd"/>
      <w:r>
        <w:t xml:space="preserve"> object.</w:t>
      </w:r>
    </w:p>
    <w:p w:rsidR="00D55C17" w:rsidRDefault="001B3B07">
      <w:pPr>
        <w:pStyle w:val="Standard"/>
      </w:pPr>
      <w:r>
        <w:t>_</w:t>
      </w:r>
      <w:r>
        <w:t>___________________________ listens.</w:t>
      </w:r>
    </w:p>
    <w:p w:rsidR="00D55C17" w:rsidRDefault="001B3B07">
      <w:pPr>
        <w:pStyle w:val="Standard"/>
      </w:pPr>
      <w:r>
        <w:t>____________________________ has balance and coordination.</w:t>
      </w:r>
    </w:p>
    <w:p w:rsidR="00D55C17" w:rsidRDefault="001B3B07">
      <w:pPr>
        <w:pStyle w:val="Standard"/>
      </w:pPr>
      <w:r>
        <w:t>____________________________ sets heartbeat, respiration, and other things that we need to survive.</w:t>
      </w:r>
    </w:p>
    <w:p w:rsidR="00D55C17" w:rsidRDefault="00D55C17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</w:p>
    <w:p w:rsidR="00D55C17" w:rsidRDefault="001B3B07">
      <w:pPr>
        <w:pStyle w:val="Standard"/>
        <w:rPr>
          <w:b/>
          <w:bCs/>
        </w:rPr>
      </w:pPr>
      <w:r>
        <w:rPr>
          <w:b/>
          <w:bCs/>
        </w:rPr>
        <w:t>How the Human Brain Works Video Worksheet</w:t>
      </w:r>
    </w:p>
    <w:p w:rsidR="00D55C17" w:rsidRDefault="00D55C17">
      <w:pPr>
        <w:pStyle w:val="Standard"/>
      </w:pPr>
    </w:p>
    <w:p w:rsidR="00D55C17" w:rsidRDefault="001B3B07">
      <w:pPr>
        <w:pStyle w:val="Standard"/>
      </w:pPr>
      <w:r>
        <w:t xml:space="preserve">Use the word </w:t>
      </w:r>
      <w:r>
        <w:t>bank and the “How the Human Brain Works” video to complete the sentences.</w:t>
      </w:r>
    </w:p>
    <w:p w:rsidR="00D55C17" w:rsidRDefault="00D55C17">
      <w:pPr>
        <w:pStyle w:val="Standard"/>
      </w:pPr>
    </w:p>
    <w:p w:rsidR="00D55C17" w:rsidRDefault="001B3B07">
      <w:pPr>
        <w:pStyle w:val="Standard"/>
      </w:pPr>
      <w:r>
        <w:t>Axon, blood pressure, brain, brain, brain stem, calories, cell body, cerebral cortex, cerebellum, charged ions, chemical, dendrites, directed, electrical, four, frontal, hippocampus</w:t>
      </w:r>
      <w:r>
        <w:t>, movements, networks, neurons, neurotransmitters, occipital, parietal, synapses, synaptic cleft, temporal, thalamus, vesicles</w:t>
      </w:r>
    </w:p>
    <w:p w:rsidR="00D55C17" w:rsidRDefault="00D55C17">
      <w:pPr>
        <w:pStyle w:val="Standard"/>
      </w:pPr>
    </w:p>
    <w:p w:rsidR="00D55C17" w:rsidRDefault="001B3B07">
      <w:pPr>
        <w:pStyle w:val="Standard"/>
        <w:numPr>
          <w:ilvl w:val="0"/>
          <w:numId w:val="1"/>
        </w:numPr>
      </w:pPr>
      <w:r>
        <w:t>The most complex organ in the body is the _________________.</w:t>
      </w:r>
    </w:p>
    <w:p w:rsidR="00D55C17" w:rsidRDefault="001B3B07">
      <w:pPr>
        <w:pStyle w:val="Standard"/>
        <w:numPr>
          <w:ilvl w:val="0"/>
          <w:numId w:val="1"/>
        </w:numPr>
      </w:pPr>
      <w:r>
        <w:t>Deep in the center of the brain is the _________________.</w:t>
      </w:r>
    </w:p>
    <w:p w:rsidR="00D55C17" w:rsidRDefault="001B3B07">
      <w:pPr>
        <w:pStyle w:val="Standard"/>
        <w:numPr>
          <w:ilvl w:val="0"/>
          <w:numId w:val="1"/>
        </w:numPr>
      </w:pPr>
      <w:r>
        <w:t>It contro</w:t>
      </w:r>
      <w:r>
        <w:t>ls breathing, heart rate, and _________________.</w:t>
      </w:r>
    </w:p>
    <w:p w:rsidR="00D55C17" w:rsidRDefault="001B3B07">
      <w:pPr>
        <w:pStyle w:val="Standard"/>
        <w:numPr>
          <w:ilvl w:val="0"/>
          <w:numId w:val="1"/>
        </w:numPr>
      </w:pPr>
      <w:r>
        <w:t>Sitting atop the brain stem is the _________________ which acts as a gateway.</w:t>
      </w:r>
    </w:p>
    <w:p w:rsidR="00D55C17" w:rsidRDefault="001B3B07">
      <w:pPr>
        <w:pStyle w:val="Standard"/>
        <w:numPr>
          <w:ilvl w:val="0"/>
          <w:numId w:val="1"/>
        </w:numPr>
      </w:pPr>
      <w:r>
        <w:t>All sensory information passes through the thalamus and is _________________ to the correct part of the cerebral cortex.</w:t>
      </w:r>
    </w:p>
    <w:p w:rsidR="00D55C17" w:rsidRDefault="001B3B07">
      <w:pPr>
        <w:pStyle w:val="Standard"/>
        <w:numPr>
          <w:ilvl w:val="0"/>
          <w:numId w:val="1"/>
        </w:numPr>
      </w:pPr>
      <w:r>
        <w:t>Surround</w:t>
      </w:r>
      <w:r>
        <w:t>ing the thalamus is a structure called the _________________.</w:t>
      </w:r>
    </w:p>
    <w:p w:rsidR="00D55C17" w:rsidRDefault="001B3B07">
      <w:pPr>
        <w:pStyle w:val="Standard"/>
        <w:numPr>
          <w:ilvl w:val="0"/>
          <w:numId w:val="1"/>
        </w:numPr>
      </w:pPr>
      <w:r>
        <w:t>The folded outer surface of the brain is called the ________________</w:t>
      </w:r>
      <w:proofErr w:type="gramStart"/>
      <w:r>
        <w:t>_ .</w:t>
      </w:r>
      <w:proofErr w:type="gramEnd"/>
    </w:p>
    <w:p w:rsidR="00D55C17" w:rsidRDefault="001B3B07">
      <w:pPr>
        <w:pStyle w:val="Standard"/>
        <w:numPr>
          <w:ilvl w:val="0"/>
          <w:numId w:val="1"/>
        </w:numPr>
      </w:pPr>
      <w:r>
        <w:t>The brain is divided into _________________ lobes.</w:t>
      </w:r>
    </w:p>
    <w:p w:rsidR="00D55C17" w:rsidRDefault="001B3B07">
      <w:pPr>
        <w:pStyle w:val="Standard"/>
        <w:numPr>
          <w:ilvl w:val="0"/>
          <w:numId w:val="1"/>
        </w:numPr>
      </w:pPr>
      <w:r>
        <w:t>The _________________ lobe contains the visual cortex.</w:t>
      </w:r>
    </w:p>
    <w:p w:rsidR="00D55C17" w:rsidRDefault="001B3B07">
      <w:pPr>
        <w:pStyle w:val="Standard"/>
        <w:numPr>
          <w:ilvl w:val="0"/>
          <w:numId w:val="1"/>
        </w:numPr>
      </w:pPr>
      <w:r>
        <w:t>The ____________</w:t>
      </w:r>
      <w:r>
        <w:t>_____ lobe is concerned with processing sensory and integrating it with the visual information from the occipital lobe.</w:t>
      </w:r>
    </w:p>
    <w:p w:rsidR="00D55C17" w:rsidRDefault="001B3B07">
      <w:pPr>
        <w:pStyle w:val="Standard"/>
        <w:numPr>
          <w:ilvl w:val="0"/>
          <w:numId w:val="1"/>
        </w:numPr>
      </w:pPr>
      <w:r>
        <w:t>The _________________ lobe is the center for memory and learning.</w:t>
      </w:r>
    </w:p>
    <w:p w:rsidR="00D55C17" w:rsidRDefault="001B3B07">
      <w:pPr>
        <w:pStyle w:val="Standard"/>
        <w:numPr>
          <w:ilvl w:val="0"/>
          <w:numId w:val="1"/>
        </w:numPr>
      </w:pPr>
      <w:r>
        <w:t>The _________________ lobe is probably the most important for defining</w:t>
      </w:r>
      <w:r>
        <w:t xml:space="preserve"> us for who we </w:t>
      </w:r>
      <w:proofErr w:type="gramStart"/>
      <w:r>
        <w:t>are,</w:t>
      </w:r>
      <w:proofErr w:type="gramEnd"/>
      <w:r>
        <w:t xml:space="preserve"> personality, social behavior, decision making center, voluntary movement.</w:t>
      </w:r>
    </w:p>
    <w:p w:rsidR="00D55C17" w:rsidRDefault="001B3B07">
      <w:pPr>
        <w:pStyle w:val="Standard"/>
        <w:numPr>
          <w:ilvl w:val="0"/>
          <w:numId w:val="1"/>
        </w:numPr>
      </w:pPr>
      <w:r>
        <w:t>At the back are the two lobes of the _________________. Allows us to coordinate our _________________ so we can walk and talk, pick things up and put things down.</w:t>
      </w:r>
    </w:p>
    <w:p w:rsidR="00D55C17" w:rsidRDefault="001B3B07">
      <w:pPr>
        <w:pStyle w:val="Standard"/>
        <w:numPr>
          <w:ilvl w:val="0"/>
          <w:numId w:val="1"/>
        </w:numPr>
      </w:pPr>
      <w:r>
        <w:t>The brain takes over 1/5 of the _________________ we consume.</w:t>
      </w:r>
    </w:p>
    <w:p w:rsidR="00D55C17" w:rsidRDefault="001B3B07">
      <w:pPr>
        <w:pStyle w:val="Standard"/>
        <w:numPr>
          <w:ilvl w:val="0"/>
          <w:numId w:val="1"/>
        </w:numPr>
      </w:pPr>
      <w:r>
        <w:t>The brain is made of billions and billions of cells called _________________.</w:t>
      </w:r>
    </w:p>
    <w:p w:rsidR="00D55C17" w:rsidRDefault="001B3B07">
      <w:pPr>
        <w:pStyle w:val="Standard"/>
        <w:numPr>
          <w:ilvl w:val="0"/>
          <w:numId w:val="1"/>
        </w:numPr>
      </w:pPr>
      <w:r>
        <w:t xml:space="preserve">These are very specialized </w:t>
      </w:r>
      <w:proofErr w:type="gramStart"/>
      <w:r>
        <w:t>with  long</w:t>
      </w:r>
      <w:proofErr w:type="gramEnd"/>
      <w:r>
        <w:t xml:space="preserve"> extensions through which they communicate and form long and complex _________</w:t>
      </w:r>
      <w:r>
        <w:t>________.</w:t>
      </w:r>
    </w:p>
    <w:p w:rsidR="00D55C17" w:rsidRDefault="001B3B07">
      <w:pPr>
        <w:pStyle w:val="Standard"/>
        <w:numPr>
          <w:ilvl w:val="0"/>
          <w:numId w:val="1"/>
        </w:numPr>
      </w:pPr>
      <w:r>
        <w:t>_________________Dendrites receive basic information from other neurons.</w:t>
      </w:r>
    </w:p>
    <w:p w:rsidR="00D55C17" w:rsidRDefault="001B3B07">
      <w:pPr>
        <w:pStyle w:val="Standard"/>
        <w:numPr>
          <w:ilvl w:val="0"/>
          <w:numId w:val="1"/>
        </w:numPr>
      </w:pPr>
      <w:r>
        <w:t>Signals pass through the ________________</w:t>
      </w:r>
      <w:proofErr w:type="gramStart"/>
      <w:r>
        <w:t>_ .</w:t>
      </w:r>
      <w:proofErr w:type="gramEnd"/>
    </w:p>
    <w:p w:rsidR="00D55C17" w:rsidRDefault="001B3B07">
      <w:pPr>
        <w:pStyle w:val="Standard"/>
        <w:numPr>
          <w:ilvl w:val="0"/>
          <w:numId w:val="1"/>
        </w:numPr>
      </w:pPr>
      <w:r>
        <w:t xml:space="preserve">If sufficient information is received another signal is passed through the _________________ </w:t>
      </w:r>
      <w:proofErr w:type="spellStart"/>
      <w:r>
        <w:t>to</w:t>
      </w:r>
      <w:proofErr w:type="spellEnd"/>
      <w:r>
        <w:t xml:space="preserve"> </w:t>
      </w:r>
      <w:r>
        <w:lastRenderedPageBreak/>
        <w:t>other neurons.</w:t>
      </w:r>
    </w:p>
    <w:p w:rsidR="00D55C17" w:rsidRDefault="001B3B07">
      <w:pPr>
        <w:pStyle w:val="Standard"/>
        <w:numPr>
          <w:ilvl w:val="0"/>
          <w:numId w:val="1"/>
        </w:numPr>
      </w:pPr>
      <w:r>
        <w:t>Neurons are usual</w:t>
      </w:r>
      <w:r>
        <w:t>ly said to use _________________ signals to communicate. But they actually use a _________________ process.</w:t>
      </w:r>
    </w:p>
    <w:p w:rsidR="00D55C17" w:rsidRDefault="001B3B07">
      <w:pPr>
        <w:pStyle w:val="Standard"/>
        <w:numPr>
          <w:ilvl w:val="0"/>
          <w:numId w:val="1"/>
        </w:numPr>
      </w:pPr>
      <w:r>
        <w:t>This happens at structures called _________________.</w:t>
      </w:r>
    </w:p>
    <w:p w:rsidR="00D55C17" w:rsidRDefault="001B3B07">
      <w:pPr>
        <w:pStyle w:val="Standard"/>
        <w:numPr>
          <w:ilvl w:val="0"/>
          <w:numId w:val="1"/>
        </w:numPr>
      </w:pPr>
      <w:r>
        <w:t>Chemicals called _________________ pass across the synapses.</w:t>
      </w:r>
    </w:p>
    <w:p w:rsidR="00D55C17" w:rsidRDefault="001B3B07">
      <w:pPr>
        <w:pStyle w:val="Standard"/>
        <w:numPr>
          <w:ilvl w:val="0"/>
          <w:numId w:val="1"/>
        </w:numPr>
      </w:pPr>
      <w:r>
        <w:t xml:space="preserve">Neurotransmitters are stored in </w:t>
      </w:r>
      <w:r>
        <w:t>small _________________ inside the axon terminal.</w:t>
      </w:r>
    </w:p>
    <w:p w:rsidR="00D55C17" w:rsidRDefault="001B3B07">
      <w:pPr>
        <w:pStyle w:val="Standard"/>
        <w:numPr>
          <w:ilvl w:val="0"/>
          <w:numId w:val="1"/>
        </w:numPr>
      </w:pPr>
      <w:r>
        <w:t>When a signal travels down the axon one or more vesicles releases its contents into the ________________</w:t>
      </w:r>
      <w:proofErr w:type="gramStart"/>
      <w:r>
        <w:t>_ .</w:t>
      </w:r>
      <w:proofErr w:type="gramEnd"/>
    </w:p>
    <w:p w:rsidR="00D55C17" w:rsidRDefault="001B3B07">
      <w:pPr>
        <w:pStyle w:val="Standard"/>
        <w:numPr>
          <w:ilvl w:val="0"/>
          <w:numId w:val="1"/>
        </w:numPr>
      </w:pPr>
      <w:r>
        <w:t>Neurotransmitters bind to receptacles much the way a key fits into a lock and _________________ th</w:t>
      </w:r>
      <w:r>
        <w:t>en recreate the signal that was sent from the previous neuron.</w:t>
      </w:r>
    </w:p>
    <w:p w:rsidR="00D55C17" w:rsidRDefault="001B3B07">
      <w:pPr>
        <w:pStyle w:val="Standard"/>
        <w:numPr>
          <w:ilvl w:val="0"/>
          <w:numId w:val="1"/>
        </w:numPr>
      </w:pPr>
      <w:r>
        <w:t>So who we really are is our _________________.</w:t>
      </w:r>
    </w:p>
    <w:p w:rsidR="00D55C17" w:rsidRDefault="00D55C17">
      <w:pPr>
        <w:pStyle w:val="Standard"/>
      </w:pPr>
    </w:p>
    <w:p w:rsidR="00D55C17" w:rsidRDefault="001B3B07">
      <w:pPr>
        <w:pStyle w:val="Standard"/>
        <w:rPr>
          <w:b/>
          <w:bCs/>
        </w:rPr>
      </w:pPr>
      <w:r>
        <w:rPr>
          <w:b/>
          <w:bCs/>
        </w:rPr>
        <w:t>Anatomy and Functional Areas of the Brain</w:t>
      </w:r>
    </w:p>
    <w:tbl>
      <w:tblPr>
        <w:tblW w:w="9972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6"/>
        <w:gridCol w:w="4986"/>
      </w:tblGrid>
      <w:tr w:rsidR="00D55C17">
        <w:tblPrEx>
          <w:tblCellMar>
            <w:top w:w="0" w:type="dxa"/>
            <w:bottom w:w="0" w:type="dxa"/>
          </w:tblCellMar>
        </w:tblPrEx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C17" w:rsidRDefault="00D55C17">
            <w:pPr>
              <w:pStyle w:val="TableContents"/>
            </w:pPr>
          </w:p>
          <w:p w:rsidR="00D55C17" w:rsidRDefault="001B3B07">
            <w:pPr>
              <w:pStyle w:val="Standard"/>
              <w:numPr>
                <w:ilvl w:val="0"/>
                <w:numId w:val="2"/>
              </w:numPr>
            </w:pPr>
            <w:r>
              <w:t>Sketch the left hemisphere of the brain and label the cerebrum, cerebellum and brain stem.</w:t>
            </w: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C17" w:rsidRDefault="001B3B07">
            <w:pPr>
              <w:pStyle w:val="Standard"/>
              <w:numPr>
                <w:ilvl w:val="0"/>
                <w:numId w:val="2"/>
              </w:numPr>
            </w:pPr>
            <w:r>
              <w:t>Sketch the left hemisphere of the brain and label the four lobes, cerebellum, and brain stem</w:t>
            </w:r>
          </w:p>
        </w:tc>
      </w:tr>
      <w:tr w:rsidR="00D55C17">
        <w:tblPrEx>
          <w:tblCellMar>
            <w:top w:w="0" w:type="dxa"/>
            <w:bottom w:w="0" w:type="dxa"/>
          </w:tblCellMar>
        </w:tblPrEx>
        <w:tc>
          <w:tcPr>
            <w:tcW w:w="49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C17" w:rsidRDefault="001B3B07">
            <w:pPr>
              <w:pStyle w:val="Standard"/>
              <w:numPr>
                <w:ilvl w:val="0"/>
                <w:numId w:val="2"/>
              </w:numPr>
            </w:pPr>
            <w:r>
              <w:t>Sketch the top of the brain and label the 3 lobes.</w:t>
            </w: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267248" w:rsidRDefault="00267248">
            <w:pPr>
              <w:pStyle w:val="TableContents"/>
            </w:pPr>
          </w:p>
          <w:p w:rsidR="00267248" w:rsidRDefault="00267248">
            <w:pPr>
              <w:pStyle w:val="TableContents"/>
            </w:pPr>
          </w:p>
          <w:p w:rsidR="00267248" w:rsidRDefault="00267248">
            <w:pPr>
              <w:pStyle w:val="TableContents"/>
            </w:pPr>
            <w:bookmarkStart w:id="0" w:name="_GoBack"/>
            <w:bookmarkEnd w:id="0"/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C17" w:rsidRDefault="001B3B07">
            <w:pPr>
              <w:pStyle w:val="Standard"/>
              <w:numPr>
                <w:ilvl w:val="0"/>
                <w:numId w:val="2"/>
              </w:numPr>
            </w:pPr>
            <w:r>
              <w:lastRenderedPageBreak/>
              <w:t>Sketch the bottom of the brain and label the two lobes, brain stem and cerebellum.</w:t>
            </w:r>
          </w:p>
        </w:tc>
      </w:tr>
      <w:tr w:rsidR="00D55C17">
        <w:tblPrEx>
          <w:tblCellMar>
            <w:top w:w="0" w:type="dxa"/>
            <w:bottom w:w="0" w:type="dxa"/>
          </w:tblCellMar>
        </w:tblPrEx>
        <w:tc>
          <w:tcPr>
            <w:tcW w:w="49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1B3B07">
            <w:pPr>
              <w:pStyle w:val="Standard"/>
              <w:numPr>
                <w:ilvl w:val="0"/>
                <w:numId w:val="2"/>
              </w:numPr>
            </w:pPr>
            <w:r>
              <w:t>Sketch</w:t>
            </w:r>
            <w:r>
              <w:t xml:space="preserve"> the left hemisphere of the brain and label the 10 functions.</w:t>
            </w: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  <w:p w:rsidR="00D55C17" w:rsidRDefault="00D55C17">
            <w:pPr>
              <w:pStyle w:val="TableContents"/>
            </w:pP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C17" w:rsidRDefault="00D55C17">
            <w:pPr>
              <w:pStyle w:val="TableContents"/>
            </w:pPr>
          </w:p>
        </w:tc>
      </w:tr>
    </w:tbl>
    <w:p w:rsidR="00D55C17" w:rsidRDefault="00D55C17">
      <w:pPr>
        <w:pStyle w:val="Standard"/>
      </w:pPr>
    </w:p>
    <w:p w:rsidR="00D55C17" w:rsidRDefault="001B3B07">
      <w:pPr>
        <w:pStyle w:val="Standard"/>
        <w:rPr>
          <w:b/>
          <w:bCs/>
        </w:rPr>
      </w:pPr>
      <w:r>
        <w:rPr>
          <w:b/>
          <w:bCs/>
        </w:rPr>
        <w:t>The 3 parts of the brain stem and their functions Video Worksheet</w:t>
      </w:r>
    </w:p>
    <w:p w:rsidR="00D55C17" w:rsidRDefault="00D55C17">
      <w:pPr>
        <w:pStyle w:val="Standard"/>
      </w:pPr>
    </w:p>
    <w:p w:rsidR="00D55C17" w:rsidRDefault="001B3B07">
      <w:pPr>
        <w:pStyle w:val="Standard"/>
      </w:pPr>
      <w:r>
        <w:t>Use the word bank to complete the sentences.</w:t>
      </w:r>
    </w:p>
    <w:p w:rsidR="00D55C17" w:rsidRDefault="00D55C17">
      <w:pPr>
        <w:pStyle w:val="Standard"/>
      </w:pPr>
    </w:p>
    <w:p w:rsidR="00D55C17" w:rsidRDefault="001B3B07">
      <w:pPr>
        <w:pStyle w:val="Standard"/>
      </w:pPr>
      <w:proofErr w:type="gramStart"/>
      <w:r>
        <w:t>autonomic</w:t>
      </w:r>
      <w:proofErr w:type="gramEnd"/>
      <w:r>
        <w:t xml:space="preserve">, brain, brain stem, medulla, medulla pons and </w:t>
      </w:r>
      <w:r>
        <w:t>midbrain, midbrain, pons</w:t>
      </w:r>
    </w:p>
    <w:p w:rsidR="00D55C17" w:rsidRDefault="00D55C17">
      <w:pPr>
        <w:pStyle w:val="Standard"/>
      </w:pPr>
    </w:p>
    <w:p w:rsidR="00D55C17" w:rsidRDefault="001B3B07">
      <w:pPr>
        <w:pStyle w:val="Standard"/>
        <w:numPr>
          <w:ilvl w:val="0"/>
          <w:numId w:val="3"/>
        </w:numPr>
      </w:pPr>
      <w:r>
        <w:t>Where the spinal cord enters the skull, it then becomes the _________.</w:t>
      </w:r>
    </w:p>
    <w:p w:rsidR="00D55C17" w:rsidRDefault="001B3B07">
      <w:pPr>
        <w:pStyle w:val="Standard"/>
        <w:numPr>
          <w:ilvl w:val="0"/>
          <w:numId w:val="3"/>
        </w:numPr>
      </w:pPr>
      <w:r>
        <w:t>The first part of the brain we enter is called the ________</w:t>
      </w:r>
      <w:proofErr w:type="gramStart"/>
      <w:r>
        <w:t>_ .</w:t>
      </w:r>
      <w:proofErr w:type="gramEnd"/>
    </w:p>
    <w:p w:rsidR="00D55C17" w:rsidRDefault="001B3B07">
      <w:pPr>
        <w:pStyle w:val="Standard"/>
        <w:numPr>
          <w:ilvl w:val="0"/>
          <w:numId w:val="3"/>
        </w:numPr>
      </w:pPr>
      <w:r>
        <w:t>The three parts of the brain stem are the_________.</w:t>
      </w:r>
    </w:p>
    <w:p w:rsidR="00D55C17" w:rsidRDefault="001B3B07">
      <w:pPr>
        <w:pStyle w:val="Standard"/>
        <w:numPr>
          <w:ilvl w:val="0"/>
          <w:numId w:val="3"/>
        </w:numPr>
      </w:pPr>
      <w:r>
        <w:t>The _________ is involved in vision, hearing</w:t>
      </w:r>
      <w:r>
        <w:t>, eye, movement, and body movement.</w:t>
      </w:r>
    </w:p>
    <w:p w:rsidR="00D55C17" w:rsidRDefault="001B3B07">
      <w:pPr>
        <w:pStyle w:val="Standard"/>
        <w:numPr>
          <w:ilvl w:val="0"/>
          <w:numId w:val="3"/>
        </w:numPr>
      </w:pPr>
      <w:r>
        <w:t>Then we have the _________ and that is involved in maintaining vital body functions, such as breathing and heart rate.</w:t>
      </w:r>
    </w:p>
    <w:p w:rsidR="00D55C17" w:rsidRDefault="001B3B07">
      <w:pPr>
        <w:pStyle w:val="Standard"/>
        <w:numPr>
          <w:ilvl w:val="0"/>
          <w:numId w:val="3"/>
        </w:numPr>
      </w:pPr>
      <w:r>
        <w:t>These are the _________ processes and will happen whether you think about it or not.</w:t>
      </w:r>
    </w:p>
    <w:p w:rsidR="00D55C17" w:rsidRDefault="001B3B07" w:rsidP="00267248">
      <w:pPr>
        <w:pStyle w:val="Standard"/>
        <w:numPr>
          <w:ilvl w:val="0"/>
          <w:numId w:val="3"/>
        </w:numPr>
      </w:pPr>
      <w:r>
        <w:t>We have the ____</w:t>
      </w:r>
      <w:r>
        <w:t>_____ that is involved with mot</w:t>
      </w:r>
      <w:r w:rsidR="00267248">
        <w:t>or control and sensory analysis</w:t>
      </w:r>
    </w:p>
    <w:sectPr w:rsidR="00D55C17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B07" w:rsidRDefault="001B3B07">
      <w:r>
        <w:separator/>
      </w:r>
    </w:p>
  </w:endnote>
  <w:endnote w:type="continuationSeparator" w:id="0">
    <w:p w:rsidR="001B3B07" w:rsidRDefault="001B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B07" w:rsidRDefault="001B3B07">
      <w:r>
        <w:rPr>
          <w:color w:val="000000"/>
        </w:rPr>
        <w:separator/>
      </w:r>
    </w:p>
  </w:footnote>
  <w:footnote w:type="continuationSeparator" w:id="0">
    <w:p w:rsidR="001B3B07" w:rsidRDefault="001B3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50B54"/>
    <w:multiLevelType w:val="multilevel"/>
    <w:tmpl w:val="87BE206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40DB5239"/>
    <w:multiLevelType w:val="multilevel"/>
    <w:tmpl w:val="26C48B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2B976AA"/>
    <w:multiLevelType w:val="multilevel"/>
    <w:tmpl w:val="75826C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55C17"/>
    <w:rsid w:val="001B3B07"/>
    <w:rsid w:val="00267248"/>
    <w:rsid w:val="00D5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Mrs. Davene Meehan</dc:creator>
  <cp:lastModifiedBy>Sharon</cp:lastModifiedBy>
  <cp:revision>2</cp:revision>
  <dcterms:created xsi:type="dcterms:W3CDTF">2012-09-15T17:43:00Z</dcterms:created>
  <dcterms:modified xsi:type="dcterms:W3CDTF">2012-09-15T17:43:00Z</dcterms:modified>
</cp:coreProperties>
</file>